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267E9C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20C2C">
        <w:rPr>
          <w:b/>
          <w:color w:val="FF5200" w:themeColor="accent2"/>
          <w:sz w:val="36"/>
          <w:szCs w:val="36"/>
        </w:rPr>
        <w:t>„</w:t>
      </w:r>
      <w:r w:rsidR="00F20C2C" w:rsidRPr="00F20C2C">
        <w:rPr>
          <w:b/>
          <w:color w:val="FF5200" w:themeColor="accent2"/>
          <w:sz w:val="36"/>
          <w:szCs w:val="36"/>
        </w:rPr>
        <w:t xml:space="preserve">Dodávky pracovní obuvi </w:t>
      </w:r>
      <w:proofErr w:type="gramStart"/>
      <w:r w:rsidR="00F20C2C" w:rsidRPr="00F20C2C">
        <w:rPr>
          <w:b/>
          <w:color w:val="FF5200" w:themeColor="accent2"/>
          <w:sz w:val="36"/>
          <w:szCs w:val="36"/>
        </w:rPr>
        <w:t>2024 - 2025</w:t>
      </w:r>
      <w:proofErr w:type="gramEnd"/>
      <w:r w:rsidR="0031280B" w:rsidRPr="00F20C2C">
        <w:rPr>
          <w:b/>
          <w:color w:val="FF5200" w:themeColor="accent2"/>
          <w:sz w:val="36"/>
          <w:szCs w:val="36"/>
        </w:rPr>
        <w:t>“</w:t>
      </w:r>
      <w:r w:rsidR="000128D4" w:rsidRPr="00F20C2C">
        <w:rPr>
          <w:b/>
          <w:color w:val="FF5200" w:themeColor="accent2"/>
          <w:sz w:val="36"/>
          <w:szCs w:val="36"/>
        </w:rPr>
        <w:t xml:space="preserve"> ve</w:t>
      </w:r>
      <w:r w:rsidR="000128D4" w:rsidRPr="00B87D91">
        <w:rPr>
          <w:b/>
          <w:color w:val="FF5200" w:themeColor="accent2"/>
          <w:sz w:val="36"/>
          <w:szCs w:val="36"/>
        </w:rPr>
        <w:t xml:space="preserve">dené </w:t>
      </w:r>
      <w:r w:rsidR="000128D4" w:rsidRPr="0046240F">
        <w:rPr>
          <w:b/>
          <w:color w:val="FF5200" w:themeColor="accent2"/>
          <w:sz w:val="36"/>
          <w:szCs w:val="36"/>
        </w:rPr>
        <w:t xml:space="preserve">pod </w:t>
      </w:r>
      <w:r w:rsidR="000128D4" w:rsidRPr="004624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46240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85420/2024-SŽ-GŘ-O8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EC4A5B">
          <w:pPr>
            <w:pStyle w:val="Obsah2"/>
          </w:pPr>
          <w:r>
            <w:t>Obsah</w:t>
          </w:r>
        </w:p>
        <w:p w14:paraId="74B648E8" w14:textId="6D41D61C" w:rsidR="00357C4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3077415" w:history="1">
            <w:r w:rsidR="00357C48" w:rsidRPr="00252A34">
              <w:rPr>
                <w:rStyle w:val="Hypertextovodkaz"/>
                <w:noProof/>
              </w:rPr>
              <w:t>Kapitola 1.</w:t>
            </w:r>
            <w:r w:rsidR="00357C4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357C48" w:rsidRPr="00252A34">
              <w:rPr>
                <w:rStyle w:val="Hypertextovodkaz"/>
                <w:noProof/>
              </w:rPr>
              <w:t>Základní údaje k nabídce</w:t>
            </w:r>
            <w:r w:rsidR="00357C48">
              <w:rPr>
                <w:noProof/>
                <w:webHidden/>
              </w:rPr>
              <w:tab/>
            </w:r>
            <w:r w:rsidR="00357C48">
              <w:rPr>
                <w:noProof/>
                <w:webHidden/>
              </w:rPr>
              <w:fldChar w:fldCharType="begin"/>
            </w:r>
            <w:r w:rsidR="00357C48">
              <w:rPr>
                <w:noProof/>
                <w:webHidden/>
              </w:rPr>
              <w:instrText xml:space="preserve"> PAGEREF _Toc183077415 \h </w:instrText>
            </w:r>
            <w:r w:rsidR="00357C48">
              <w:rPr>
                <w:noProof/>
                <w:webHidden/>
              </w:rPr>
            </w:r>
            <w:r w:rsidR="00357C48"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2</w:t>
            </w:r>
            <w:r w:rsidR="00357C48">
              <w:rPr>
                <w:noProof/>
                <w:webHidden/>
              </w:rPr>
              <w:fldChar w:fldCharType="end"/>
            </w:r>
          </w:hyperlink>
        </w:p>
        <w:p w14:paraId="1017D9AE" w14:textId="52E8CFFC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16" w:history="1">
            <w:r w:rsidRPr="00252A3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06A32D" w14:textId="6E5E1593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17" w:history="1">
            <w:r w:rsidRPr="00252A3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EF3AD" w14:textId="72163653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18" w:history="1">
            <w:r w:rsidRPr="00252A3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71747" w14:textId="7E4C1F1C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19" w:history="1">
            <w:r w:rsidRPr="00252A3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D4DA0E" w14:textId="78FDF1C2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20" w:history="1">
            <w:r w:rsidRPr="00252A3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</w:t>
            </w:r>
            <w:r w:rsidRPr="00252A3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E2E10" w14:textId="7F795E67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21" w:history="1">
            <w:r w:rsidRPr="00252A3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 prohlášení o splnění OVZ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A19FE" w14:textId="7F44EAD9" w:rsidR="00357C48" w:rsidRDefault="00357C48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3077422" w:history="1">
            <w:r w:rsidRPr="00252A34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252A3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_Toc183077422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979A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CC3FA9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3077415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C68554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20C2C">
        <w:rPr>
          <w:rFonts w:eastAsia="Times New Roman" w:cs="Times New Roman"/>
          <w:lang w:eastAsia="cs-CZ"/>
        </w:rPr>
        <w:t>podlimitní sektorovou veřejnou zakázku</w:t>
      </w:r>
      <w:r w:rsidRPr="00F20C2C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C61D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C61D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83077416"/>
      <w:r>
        <w:lastRenderedPageBreak/>
        <w:t>Ceník</w:t>
      </w:r>
      <w:bookmarkEnd w:id="1"/>
    </w:p>
    <w:p w14:paraId="3E5E9B0F" w14:textId="3F0CF489" w:rsidR="007E5951" w:rsidRPr="006225BB" w:rsidRDefault="002072A0" w:rsidP="007E5951">
      <w:pPr>
        <w:rPr>
          <w:rStyle w:val="Siln"/>
          <w:b w:val="0"/>
          <w:bCs w:val="0"/>
        </w:rPr>
      </w:pPr>
      <w:r w:rsidRPr="006225BB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6225BB" w:rsidRPr="006225BB">
        <w:rPr>
          <w:rStyle w:val="Siln"/>
          <w:b w:val="0"/>
          <w:bCs w:val="0"/>
        </w:rPr>
        <w:t xml:space="preserve">2 </w:t>
      </w:r>
      <w:r w:rsidR="001E0266" w:rsidRPr="00597FB4">
        <w:rPr>
          <w:rStyle w:val="Siln"/>
          <w:b w:val="0"/>
          <w:bCs w:val="0"/>
        </w:rPr>
        <w:t>Závazného vzoru rámcové dohody</w:t>
      </w:r>
      <w:r w:rsidRPr="006225BB">
        <w:rPr>
          <w:rStyle w:val="Siln"/>
          <w:b w:val="0"/>
          <w:bCs w:val="0"/>
        </w:rPr>
        <w:t>.</w:t>
      </w:r>
    </w:p>
    <w:p w14:paraId="5386E731" w14:textId="77777777" w:rsidR="00427650" w:rsidRPr="006225BB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RPr="006225BB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3077417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307741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3077419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8307742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85EE838" w14:textId="77777777" w:rsidR="00EC4A5B" w:rsidRDefault="00EC4A5B" w:rsidP="00EC4A5B"/>
    <w:p w14:paraId="0BFF5D20" w14:textId="3721BB46" w:rsidR="00EC4A5B" w:rsidRPr="00E85D44" w:rsidRDefault="00EC4A5B" w:rsidP="00EC4A5B">
      <w:pPr>
        <w:pStyle w:val="Nadpis2"/>
      </w:pPr>
      <w:bookmarkStart w:id="6" w:name="_Toc157769563"/>
      <w:bookmarkStart w:id="7" w:name="_Toc183077421"/>
      <w:r w:rsidRPr="00E85D44">
        <w:t xml:space="preserve">Čestné prohlášení o splnění </w:t>
      </w:r>
      <w:bookmarkEnd w:id="6"/>
      <w:r>
        <w:t>OVZ</w:t>
      </w:r>
      <w:bookmarkEnd w:id="7"/>
    </w:p>
    <w:p w14:paraId="3C7196DD" w14:textId="77777777" w:rsidR="00EC4A5B" w:rsidRDefault="00EC4A5B" w:rsidP="00EC4A5B">
      <w:pPr>
        <w:spacing w:line="240" w:lineRule="auto"/>
      </w:pPr>
    </w:p>
    <w:p w14:paraId="22539406" w14:textId="6E83416B" w:rsidR="00EC4A5B" w:rsidRDefault="00EC4A5B" w:rsidP="00EC4A5B">
      <w:pPr>
        <w:spacing w:line="240" w:lineRule="auto"/>
      </w:pPr>
      <w:r>
        <w:t xml:space="preserve">Účastník, </w:t>
      </w:r>
      <w:r w:rsidRPr="00EC4A5B">
        <w:t>který podává nabídku tímto čestně prohlašuje, že v souvislosti se zadávanou veřejnou zakázkou nedochází při plnění veřejné zakázky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2014/24/EU.</w:t>
      </w:r>
    </w:p>
    <w:p w14:paraId="7649B8F5" w14:textId="77777777" w:rsidR="00EC4A5B" w:rsidRDefault="00EC4A5B" w:rsidP="00EC4A5B">
      <w:pPr>
        <w:spacing w:line="240" w:lineRule="auto"/>
      </w:pPr>
    </w:p>
    <w:p w14:paraId="42E4B0E5" w14:textId="77777777" w:rsidR="00EC4A5B" w:rsidRDefault="00EC4A5B" w:rsidP="00EC4A5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FE86E84" w14:textId="77777777" w:rsidR="00EC4A5B" w:rsidRPr="00EC4A5B" w:rsidRDefault="00EC4A5B" w:rsidP="00EC4A5B">
      <w:pPr>
        <w:spacing w:line="240" w:lineRule="auto"/>
      </w:pPr>
    </w:p>
    <w:p w14:paraId="5EA4519D" w14:textId="7B62703C" w:rsidR="00EC4A5B" w:rsidRDefault="00EC4A5B" w:rsidP="00EC4A5B">
      <w:pPr>
        <w:rPr>
          <w:lang w:eastAsia="cs-CZ"/>
        </w:rPr>
      </w:pPr>
    </w:p>
    <w:p w14:paraId="60DBEEB1" w14:textId="77777777" w:rsidR="00EC4A5B" w:rsidRDefault="00EC4A5B" w:rsidP="00EC4A5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C5DD0D2" w14:textId="77777777" w:rsidR="00EC4A5B" w:rsidRDefault="00EC4A5B" w:rsidP="00A134A1">
      <w:pPr>
        <w:spacing w:before="1200"/>
        <w:rPr>
          <w:highlight w:val="green"/>
        </w:rPr>
      </w:pPr>
    </w:p>
    <w:p w14:paraId="2F493177" w14:textId="77777777" w:rsidR="00EC4A5B" w:rsidRDefault="00EC4A5B" w:rsidP="00A134A1">
      <w:pPr>
        <w:spacing w:before="1200"/>
        <w:rPr>
          <w:highlight w:val="green"/>
        </w:rPr>
      </w:pPr>
    </w:p>
    <w:p w14:paraId="39836ADA" w14:textId="77777777" w:rsidR="00EC4A5B" w:rsidRDefault="00EC4A5B" w:rsidP="00A134A1">
      <w:pPr>
        <w:spacing w:before="1200"/>
        <w:rPr>
          <w:highlight w:val="green"/>
        </w:rPr>
      </w:pPr>
    </w:p>
    <w:p w14:paraId="00722E30" w14:textId="77777777" w:rsidR="00EC4A5B" w:rsidRDefault="00EC4A5B" w:rsidP="00A134A1">
      <w:pPr>
        <w:spacing w:before="1200"/>
        <w:rPr>
          <w:highlight w:val="green"/>
        </w:rPr>
      </w:pPr>
    </w:p>
    <w:p w14:paraId="302343F5" w14:textId="77777777" w:rsidR="00EC4A5B" w:rsidRDefault="00EC4A5B" w:rsidP="00A134A1">
      <w:pPr>
        <w:spacing w:before="1200"/>
        <w:rPr>
          <w:highlight w:val="green"/>
        </w:rPr>
      </w:pPr>
    </w:p>
    <w:p w14:paraId="261A3925" w14:textId="77777777" w:rsidR="00EC4A5B" w:rsidRDefault="00EC4A5B" w:rsidP="00A134A1">
      <w:pPr>
        <w:spacing w:before="1200"/>
        <w:rPr>
          <w:highlight w:val="green"/>
        </w:rPr>
      </w:pPr>
    </w:p>
    <w:p w14:paraId="0F194F5F" w14:textId="77777777" w:rsidR="00357C48" w:rsidRPr="00E85D44" w:rsidRDefault="00357C48" w:rsidP="00357C48">
      <w:pPr>
        <w:pStyle w:val="Nadpis2"/>
      </w:pPr>
      <w:bookmarkStart w:id="8" w:name="_Toc183077422"/>
      <w:r w:rsidRPr="00E85D44">
        <w:lastRenderedPageBreak/>
        <w:t>Čestné prohlášení o splnění technické kvalifikace</w:t>
      </w:r>
      <w:bookmarkEnd w:id="8"/>
    </w:p>
    <w:p w14:paraId="5906A6BC" w14:textId="3A5DE705" w:rsidR="00357C48" w:rsidRDefault="00357C48" w:rsidP="00357C48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</w:t>
      </w:r>
      <w:r w:rsidRPr="00357C48">
        <w:rPr>
          <w:lang w:eastAsia="cs-CZ"/>
        </w:rPr>
        <w:t>významn</w:t>
      </w:r>
      <w:r w:rsidRPr="00357C48">
        <w:rPr>
          <w:lang w:eastAsia="cs-CZ"/>
        </w:rPr>
        <w:t>é</w:t>
      </w:r>
      <w:r w:rsidRPr="00357C48">
        <w:rPr>
          <w:lang w:eastAsia="cs-CZ"/>
        </w:rPr>
        <w:t xml:space="preserve"> dodávk</w:t>
      </w:r>
      <w:r w:rsidRPr="00357C48">
        <w:rPr>
          <w:lang w:eastAsia="cs-CZ"/>
        </w:rPr>
        <w:t>y</w:t>
      </w:r>
      <w:r w:rsidRPr="00357C48">
        <w:rPr>
          <w:lang w:eastAsia="cs-CZ"/>
        </w:rPr>
        <w:t xml:space="preserve"> definovan</w:t>
      </w:r>
      <w:r>
        <w:rPr>
          <w:lang w:eastAsia="cs-CZ"/>
        </w:rPr>
        <w:t>é</w:t>
      </w:r>
      <w:r w:rsidRPr="00357C48">
        <w:rPr>
          <w:lang w:eastAsia="cs-CZ"/>
        </w:rPr>
        <w:t xml:space="preserve"> v čl. </w:t>
      </w:r>
      <w:r w:rsidRPr="00357C48">
        <w:rPr>
          <w:lang w:eastAsia="cs-CZ"/>
        </w:rPr>
        <w:t>9.5.1</w:t>
      </w:r>
      <w:r w:rsidRPr="00357C48">
        <w:rPr>
          <w:lang w:eastAsia="cs-CZ"/>
        </w:rPr>
        <w:t xml:space="preserve"> Výzvy k podání nabídky v celkové hodnotě </w:t>
      </w:r>
      <w:r w:rsidRPr="00357C48">
        <w:rPr>
          <w:lang w:eastAsia="cs-CZ"/>
        </w:rPr>
        <w:t>5 000 000,-</w:t>
      </w:r>
      <w:r w:rsidRPr="00357C48">
        <w:rPr>
          <w:lang w:eastAsia="cs-CZ"/>
        </w:rPr>
        <w:t xml:space="preserve"> Kč bez DPH.</w:t>
      </w:r>
    </w:p>
    <w:p w14:paraId="6F374F1D" w14:textId="77777777" w:rsidR="00357C48" w:rsidRDefault="00357C48" w:rsidP="00357C48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57C48" w14:paraId="26C3D223" w14:textId="77777777" w:rsidTr="008A1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37E2FD0D" w14:textId="2D6393DA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</w:p>
          <w:p w14:paraId="1A12BCC2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5BE01A91" w14:textId="4B1DEEE9" w:rsidR="00357C48" w:rsidRPr="00471B29" w:rsidRDefault="00357C48" w:rsidP="008A11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3F682071" w14:textId="77777777" w:rsidR="00357C48" w:rsidRDefault="00357C48" w:rsidP="008A11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8B15AE2" w14:textId="620614F6" w:rsidR="00357C48" w:rsidRPr="00471B29" w:rsidRDefault="00357C48" w:rsidP="008A11B1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66F83CAF" w14:textId="77777777" w:rsidR="00357C48" w:rsidRPr="00471B29" w:rsidRDefault="00357C48" w:rsidP="008A11B1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C3CE256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357C48" w14:paraId="6D863F9F" w14:textId="77777777" w:rsidTr="008A11B1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15AD6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A094" w14:textId="77777777" w:rsidR="00357C48" w:rsidRDefault="00357C48" w:rsidP="008A11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AB29A2" w14:textId="77777777" w:rsidR="00357C48" w:rsidRDefault="00357C48" w:rsidP="008A11B1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D37D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57C48" w14:paraId="3A7B3694" w14:textId="77777777" w:rsidTr="008A11B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52439A91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68D846C" w14:textId="77777777" w:rsidR="00357C48" w:rsidRDefault="00357C48" w:rsidP="008A11B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7E1DCB3E" w14:textId="77777777" w:rsidR="00357C48" w:rsidRDefault="00357C48" w:rsidP="008A11B1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B0993" w14:textId="77777777" w:rsidR="00357C48" w:rsidRDefault="00357C48" w:rsidP="008A11B1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23E98E01" w14:textId="77777777" w:rsidR="00357C48" w:rsidRDefault="00357C48" w:rsidP="00357C48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78EBD3C6" w14:textId="77777777" w:rsidR="00EC4A5B" w:rsidRDefault="00EC4A5B" w:rsidP="00A134A1">
      <w:pPr>
        <w:spacing w:before="1200"/>
        <w:rPr>
          <w:highlight w:val="green"/>
        </w:rPr>
      </w:pPr>
    </w:p>
    <w:p w14:paraId="0B34B067" w14:textId="519DCD25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38E49" w14:textId="77777777" w:rsidR="00F35691" w:rsidRDefault="00F35691" w:rsidP="00962258">
      <w:pPr>
        <w:spacing w:after="0" w:line="240" w:lineRule="auto"/>
      </w:pPr>
      <w:r>
        <w:separator/>
      </w:r>
    </w:p>
  </w:endnote>
  <w:endnote w:type="continuationSeparator" w:id="0">
    <w:p w14:paraId="42F57F70" w14:textId="77777777" w:rsidR="00F35691" w:rsidRDefault="00F356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DF81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6438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585C6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A706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FA317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FCF60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63924" w14:textId="77777777" w:rsidR="00F35691" w:rsidRDefault="00F35691" w:rsidP="00962258">
      <w:pPr>
        <w:spacing w:after="0" w:line="240" w:lineRule="auto"/>
      </w:pPr>
      <w:r>
        <w:separator/>
      </w:r>
    </w:p>
  </w:footnote>
  <w:footnote w:type="continuationSeparator" w:id="0">
    <w:p w14:paraId="6340EB84" w14:textId="77777777" w:rsidR="00F35691" w:rsidRDefault="00F3569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75347">
    <w:abstractNumId w:val="3"/>
  </w:num>
  <w:num w:numId="2" w16cid:durableId="1638681630">
    <w:abstractNumId w:val="1"/>
  </w:num>
  <w:num w:numId="3" w16cid:durableId="20753492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221469">
    <w:abstractNumId w:val="12"/>
  </w:num>
  <w:num w:numId="5" w16cid:durableId="2114670566">
    <w:abstractNumId w:val="5"/>
  </w:num>
  <w:num w:numId="6" w16cid:durableId="1142817049">
    <w:abstractNumId w:val="7"/>
  </w:num>
  <w:num w:numId="7" w16cid:durableId="360516661">
    <w:abstractNumId w:val="0"/>
  </w:num>
  <w:num w:numId="8" w16cid:durableId="1690790740">
    <w:abstractNumId w:val="8"/>
  </w:num>
  <w:num w:numId="9" w16cid:durableId="4789617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6166570">
    <w:abstractNumId w:val="7"/>
  </w:num>
  <w:num w:numId="11" w16cid:durableId="2077628710">
    <w:abstractNumId w:val="1"/>
  </w:num>
  <w:num w:numId="12" w16cid:durableId="1810826706">
    <w:abstractNumId w:val="7"/>
  </w:num>
  <w:num w:numId="13" w16cid:durableId="537662740">
    <w:abstractNumId w:val="7"/>
  </w:num>
  <w:num w:numId="14" w16cid:durableId="2090885735">
    <w:abstractNumId w:val="7"/>
  </w:num>
  <w:num w:numId="15" w16cid:durableId="1451388473">
    <w:abstractNumId w:val="7"/>
  </w:num>
  <w:num w:numId="16" w16cid:durableId="842159453">
    <w:abstractNumId w:val="13"/>
  </w:num>
  <w:num w:numId="17" w16cid:durableId="1278760837">
    <w:abstractNumId w:val="3"/>
  </w:num>
  <w:num w:numId="18" w16cid:durableId="96415816">
    <w:abstractNumId w:val="13"/>
  </w:num>
  <w:num w:numId="19" w16cid:durableId="1319074175">
    <w:abstractNumId w:val="13"/>
  </w:num>
  <w:num w:numId="20" w16cid:durableId="64648720">
    <w:abstractNumId w:val="13"/>
  </w:num>
  <w:num w:numId="21" w16cid:durableId="1128010265">
    <w:abstractNumId w:val="13"/>
  </w:num>
  <w:num w:numId="22" w16cid:durableId="1378508912">
    <w:abstractNumId w:val="7"/>
  </w:num>
  <w:num w:numId="23" w16cid:durableId="93869631">
    <w:abstractNumId w:val="1"/>
  </w:num>
  <w:num w:numId="24" w16cid:durableId="1437751747">
    <w:abstractNumId w:val="7"/>
  </w:num>
  <w:num w:numId="25" w16cid:durableId="1524707792">
    <w:abstractNumId w:val="7"/>
  </w:num>
  <w:num w:numId="26" w16cid:durableId="1479495292">
    <w:abstractNumId w:val="7"/>
  </w:num>
  <w:num w:numId="27" w16cid:durableId="2033845022">
    <w:abstractNumId w:val="7"/>
  </w:num>
  <w:num w:numId="28" w16cid:durableId="2128691858">
    <w:abstractNumId w:val="13"/>
  </w:num>
  <w:num w:numId="29" w16cid:durableId="1450122293">
    <w:abstractNumId w:val="3"/>
  </w:num>
  <w:num w:numId="30" w16cid:durableId="312298846">
    <w:abstractNumId w:val="13"/>
  </w:num>
  <w:num w:numId="31" w16cid:durableId="841508701">
    <w:abstractNumId w:val="13"/>
  </w:num>
  <w:num w:numId="32" w16cid:durableId="52968535">
    <w:abstractNumId w:val="13"/>
  </w:num>
  <w:num w:numId="33" w16cid:durableId="1477642085">
    <w:abstractNumId w:val="13"/>
  </w:num>
  <w:num w:numId="34" w16cid:durableId="1247567843">
    <w:abstractNumId w:val="4"/>
  </w:num>
  <w:num w:numId="35" w16cid:durableId="981694954">
    <w:abstractNumId w:val="15"/>
  </w:num>
  <w:num w:numId="36" w16cid:durableId="489634002">
    <w:abstractNumId w:val="2"/>
  </w:num>
  <w:num w:numId="37" w16cid:durableId="1189179312">
    <w:abstractNumId w:val="14"/>
  </w:num>
  <w:num w:numId="38" w16cid:durableId="354158841">
    <w:abstractNumId w:val="6"/>
  </w:num>
  <w:num w:numId="39" w16cid:durableId="792594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83287992">
    <w:abstractNumId w:val="10"/>
  </w:num>
  <w:num w:numId="41" w16cid:durableId="199822786">
    <w:abstractNumId w:val="11"/>
  </w:num>
  <w:num w:numId="42" w16cid:durableId="258561811">
    <w:abstractNumId w:val="11"/>
  </w:num>
  <w:num w:numId="43" w16cid:durableId="106020655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457537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64351"/>
    <w:rsid w:val="00170EC5"/>
    <w:rsid w:val="00171BF4"/>
    <w:rsid w:val="001747C1"/>
    <w:rsid w:val="00184743"/>
    <w:rsid w:val="00186799"/>
    <w:rsid w:val="00190137"/>
    <w:rsid w:val="001926C6"/>
    <w:rsid w:val="001B2455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57C48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6240F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7FB4"/>
    <w:rsid w:val="005B219F"/>
    <w:rsid w:val="005B7C54"/>
    <w:rsid w:val="005D2E61"/>
    <w:rsid w:val="005D7E39"/>
    <w:rsid w:val="005F1404"/>
    <w:rsid w:val="00607EAC"/>
    <w:rsid w:val="0061068E"/>
    <w:rsid w:val="00613242"/>
    <w:rsid w:val="006225BB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A6A77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0179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170C"/>
    <w:rsid w:val="0084684F"/>
    <w:rsid w:val="00853347"/>
    <w:rsid w:val="00861306"/>
    <w:rsid w:val="008659F3"/>
    <w:rsid w:val="00882189"/>
    <w:rsid w:val="00886D4B"/>
    <w:rsid w:val="0089307D"/>
    <w:rsid w:val="00895406"/>
    <w:rsid w:val="0089555A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4682"/>
    <w:rsid w:val="00B15D0D"/>
    <w:rsid w:val="00B468D2"/>
    <w:rsid w:val="00B66A3E"/>
    <w:rsid w:val="00B75EE1"/>
    <w:rsid w:val="00B77481"/>
    <w:rsid w:val="00B8518B"/>
    <w:rsid w:val="00B87D91"/>
    <w:rsid w:val="00B93EF0"/>
    <w:rsid w:val="00B979A8"/>
    <w:rsid w:val="00BC61D9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6132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C4A5B"/>
    <w:rsid w:val="00ED14BD"/>
    <w:rsid w:val="00F0533E"/>
    <w:rsid w:val="00F1048D"/>
    <w:rsid w:val="00F12DEC"/>
    <w:rsid w:val="00F1715C"/>
    <w:rsid w:val="00F20C2C"/>
    <w:rsid w:val="00F26B94"/>
    <w:rsid w:val="00F310F8"/>
    <w:rsid w:val="00F35691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E2994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C4A5B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93A83-5ED1-4E80-8582-473E4246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10</Pages>
  <Words>1344</Words>
  <Characters>7934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Petra, Bc.</cp:lastModifiedBy>
  <cp:revision>4</cp:revision>
  <cp:lastPrinted>2024-11-21T09:39:00Z</cp:lastPrinted>
  <dcterms:created xsi:type="dcterms:W3CDTF">2024-11-19T05:56:00Z</dcterms:created>
  <dcterms:modified xsi:type="dcterms:W3CDTF">2024-11-21T09:43:00Z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